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D07" w:rsidRPr="00196E02" w:rsidRDefault="00BD0D07" w:rsidP="00EF3B5B">
      <w:pPr>
        <w:pStyle w:val="ListParagraph"/>
        <w:ind w:leftChars="0" w:left="0"/>
        <w:rPr>
          <w:rFonts w:eastAsia="MS Mincho"/>
          <w:noProof/>
        </w:rPr>
      </w:pPr>
      <w:r w:rsidRPr="00196E02">
        <w:rPr>
          <w:rFonts w:eastAsia="MS Mincho"/>
          <w:noProof/>
        </w:rPr>
        <w:t>1. Select Computer.</w:t>
      </w:r>
    </w:p>
    <w:p w:rsidR="00BD0D07" w:rsidRPr="00E4183B" w:rsidRDefault="00BD0D07" w:rsidP="00EF3B5B">
      <w:pPr>
        <w:jc w:val="center"/>
        <w:rPr>
          <w:noProof/>
        </w:rPr>
      </w:pPr>
      <w:r w:rsidRPr="00E4183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.75pt;height:300pt">
            <v:imagedata r:id="rId5" o:title=""/>
          </v:shape>
        </w:pict>
      </w:r>
    </w:p>
    <w:p w:rsidR="00BD0D07" w:rsidRDefault="00BD0D07" w:rsidP="00EF3B5B">
      <w:pPr>
        <w:rPr>
          <w:noProof/>
        </w:rPr>
      </w:pPr>
    </w:p>
    <w:p w:rsidR="00BD0D07" w:rsidRDefault="00BD0D07" w:rsidP="00EF3B5B">
      <w:pPr>
        <w:rPr>
          <w:noProof/>
        </w:rPr>
      </w:pPr>
    </w:p>
    <w:p w:rsidR="00BD0D07" w:rsidRPr="00196E02" w:rsidRDefault="00BD0D07" w:rsidP="00EF3B5B">
      <w:pPr>
        <w:pStyle w:val="ListParagraph"/>
        <w:ind w:leftChars="0" w:left="0"/>
        <w:rPr>
          <w:rFonts w:eastAsia="New Gulim"/>
        </w:rPr>
      </w:pPr>
      <w:r w:rsidRPr="00196E02">
        <w:rPr>
          <w:rFonts w:eastAsia="New Gulim"/>
          <w:noProof/>
        </w:rPr>
        <w:t>2.</w:t>
      </w:r>
      <w:r w:rsidRPr="00196E02">
        <w:rPr>
          <w:rFonts w:eastAsia="New Gulim"/>
        </w:rPr>
        <w:t xml:space="preserve"> </w:t>
      </w:r>
      <w:r>
        <w:t>Install</w:t>
      </w:r>
      <w:r w:rsidRPr="00196E02">
        <w:rPr>
          <w:rFonts w:eastAsia="New Gulim"/>
        </w:rPr>
        <w:t xml:space="preserve"> device in the Network.</w:t>
      </w:r>
    </w:p>
    <w:p w:rsidR="00BD0D07" w:rsidRPr="00BC7D95" w:rsidRDefault="00BD0D07" w:rsidP="00BC7D95">
      <w:pPr>
        <w:jc w:val="center"/>
      </w:pPr>
      <w:r w:rsidRPr="00BC7D95">
        <w:pict>
          <v:shape id="_x0000_i1026" type="#_x0000_t75" style="width:359.25pt;height:270pt">
            <v:imagedata r:id="rId6" o:title=""/>
          </v:shape>
        </w:pict>
      </w:r>
    </w:p>
    <w:p w:rsidR="00BD0D07" w:rsidRDefault="00BD0D07" w:rsidP="00EF3B5B"/>
    <w:p w:rsidR="00BD0D07" w:rsidRPr="00EF3B5B" w:rsidRDefault="00BD0D07" w:rsidP="00EF3B5B">
      <w:r>
        <w:t>3. Open Device Manager and update driver software.</w:t>
      </w:r>
    </w:p>
    <w:p w:rsidR="00BD0D07" w:rsidRPr="00BC7D95" w:rsidRDefault="00BD0D07" w:rsidP="00ED79A8">
      <w:pPr>
        <w:jc w:val="center"/>
      </w:pPr>
      <w:r w:rsidRPr="00BC7D95">
        <w:pict>
          <v:shape id="_x0000_i1027" type="#_x0000_t75" style="width:416.25pt;height:3in">
            <v:imagedata r:id="rId7" o:title=""/>
          </v:shape>
        </w:pict>
      </w:r>
    </w:p>
    <w:p w:rsidR="00BD0D07" w:rsidRDefault="00BD0D07" w:rsidP="00ED79A8">
      <w:pPr>
        <w:jc w:val="center"/>
      </w:pPr>
    </w:p>
    <w:p w:rsidR="00BD0D07" w:rsidRDefault="00BD0D07" w:rsidP="007474E4">
      <w:pPr>
        <w:jc w:val="center"/>
      </w:pPr>
    </w:p>
    <w:p w:rsidR="00BD0D07" w:rsidRDefault="00BD0D07" w:rsidP="007474E4">
      <w:pPr>
        <w:jc w:val="center"/>
      </w:pPr>
    </w:p>
    <w:p w:rsidR="00BD0D07" w:rsidRDefault="00BD0D07" w:rsidP="00ED79A8">
      <w:pPr>
        <w:pStyle w:val="ListParagraph"/>
        <w:numPr>
          <w:ilvl w:val="0"/>
          <w:numId w:val="7"/>
        </w:numPr>
        <w:ind w:leftChars="0"/>
      </w:pPr>
      <w:r>
        <w:t>Select “Browse my computer for driver software”.</w:t>
      </w:r>
    </w:p>
    <w:p w:rsidR="00BD0D07" w:rsidRPr="00BC7D95" w:rsidRDefault="00BD0D07" w:rsidP="00EF3B5B">
      <w:pPr>
        <w:pStyle w:val="ListParagraph"/>
        <w:ind w:leftChars="0" w:left="0"/>
        <w:jc w:val="center"/>
      </w:pPr>
      <w:r w:rsidRPr="00BC7D95">
        <w:pict>
          <v:shape id="_x0000_i1028" type="#_x0000_t75" style="width:396pt;height:288.75pt">
            <v:imagedata r:id="rId8" o:title=""/>
          </v:shape>
        </w:pict>
      </w:r>
    </w:p>
    <w:p w:rsidR="00BD0D07" w:rsidRDefault="00BD0D07" w:rsidP="00EF3B5B">
      <w:pPr>
        <w:pStyle w:val="ListParagraph"/>
        <w:ind w:leftChars="0" w:left="0"/>
        <w:jc w:val="center"/>
      </w:pPr>
    </w:p>
    <w:p w:rsidR="00BD0D07" w:rsidRDefault="00BD0D07" w:rsidP="00EF3B5B">
      <w:pPr>
        <w:pStyle w:val="ListParagraph"/>
        <w:ind w:leftChars="0" w:left="0"/>
        <w:jc w:val="center"/>
      </w:pPr>
    </w:p>
    <w:p w:rsidR="00BD0D07" w:rsidRDefault="00BD0D07" w:rsidP="00EF3B5B">
      <w:pPr>
        <w:pStyle w:val="ListParagraph"/>
        <w:ind w:leftChars="0" w:left="0"/>
        <w:jc w:val="center"/>
      </w:pPr>
    </w:p>
    <w:p w:rsidR="00BD0D07" w:rsidRPr="003C1632" w:rsidRDefault="00BD0D07" w:rsidP="003C1632">
      <w:pPr>
        <w:pStyle w:val="ListParagraph"/>
        <w:ind w:leftChars="0" w:left="0"/>
      </w:pPr>
      <w:r>
        <w:t>5. Select “Let me pick from a list of device drivers on my computer”.</w:t>
      </w:r>
    </w:p>
    <w:p w:rsidR="00BD0D07" w:rsidRPr="00BC7D95" w:rsidRDefault="00BD0D07" w:rsidP="003C1632">
      <w:pPr>
        <w:pStyle w:val="ListParagraph"/>
        <w:ind w:leftChars="0" w:left="0"/>
        <w:jc w:val="center"/>
      </w:pPr>
      <w:r w:rsidRPr="00BC7D95">
        <w:pict>
          <v:shape id="_x0000_i1029" type="#_x0000_t75" style="width:400.5pt;height:291.75pt">
            <v:imagedata r:id="rId9" o:title=""/>
          </v:shape>
        </w:pict>
      </w:r>
    </w:p>
    <w:p w:rsidR="00BD0D07" w:rsidRDefault="00BD0D07" w:rsidP="00547D33"/>
    <w:p w:rsidR="00BD0D07" w:rsidRDefault="00BD0D07" w:rsidP="00547D33"/>
    <w:p w:rsidR="00BD0D07" w:rsidRDefault="00BD0D07" w:rsidP="00ED79A8">
      <w:pPr>
        <w:pStyle w:val="ListParagraph"/>
        <w:numPr>
          <w:ilvl w:val="0"/>
          <w:numId w:val="5"/>
        </w:numPr>
        <w:ind w:leftChars="0"/>
      </w:pPr>
      <w:r>
        <w:t>Click “Have Disk” and select the “</w:t>
      </w:r>
      <w:r w:rsidRPr="00A755F7">
        <w:t>pnpxnas.inf</w:t>
      </w:r>
      <w:r>
        <w:t>”.</w:t>
      </w:r>
    </w:p>
    <w:p w:rsidR="00BD0D07" w:rsidRDefault="00BD0D07" w:rsidP="007474E4">
      <w:pPr>
        <w:jc w:val="center"/>
      </w:pPr>
      <w:r w:rsidRPr="00BC7D95">
        <w:pict>
          <v:shape id="_x0000_i1030" type="#_x0000_t75" style="width:400.5pt;height:291.75pt">
            <v:imagedata r:id="rId10" o:title=""/>
          </v:shape>
        </w:pict>
      </w:r>
    </w:p>
    <w:p w:rsidR="00BD0D07" w:rsidRDefault="00BD0D07" w:rsidP="00BC7D95">
      <w:pPr>
        <w:numPr>
          <w:ilvl w:val="0"/>
          <w:numId w:val="5"/>
        </w:numPr>
        <w:jc w:val="both"/>
      </w:pPr>
      <w:r>
        <w:t>Select “Install this driver anyway”</w:t>
      </w:r>
    </w:p>
    <w:p w:rsidR="00BD0D07" w:rsidRPr="00BC7D95" w:rsidRDefault="00BD0D07" w:rsidP="00BC7D95">
      <w:pPr>
        <w:jc w:val="center"/>
      </w:pPr>
      <w:r w:rsidRPr="00BC7D95">
        <w:pict>
          <v:shape id="_x0000_i1031" type="#_x0000_t75" style="width:387pt;height:231pt">
            <v:imagedata r:id="rId11" o:title=""/>
          </v:shape>
        </w:pict>
      </w:r>
    </w:p>
    <w:p w:rsidR="00BD0D07" w:rsidRDefault="00BD0D07" w:rsidP="00BC7D95">
      <w:pPr>
        <w:jc w:val="center"/>
      </w:pPr>
    </w:p>
    <w:p w:rsidR="00BD0D07" w:rsidRDefault="00BD0D07" w:rsidP="00BC7D95">
      <w:pPr>
        <w:numPr>
          <w:ilvl w:val="0"/>
          <w:numId w:val="5"/>
        </w:numPr>
        <w:jc w:val="both"/>
      </w:pPr>
      <w:r>
        <w:t>Complete the install PnP-X driver</w:t>
      </w:r>
    </w:p>
    <w:p w:rsidR="00BD0D07" w:rsidRDefault="00BD0D07" w:rsidP="00BC7D95">
      <w:pPr>
        <w:jc w:val="center"/>
      </w:pPr>
    </w:p>
    <w:p w:rsidR="00BD0D07" w:rsidRPr="00BC7D95" w:rsidRDefault="00BD0D07" w:rsidP="00BC7D95">
      <w:pPr>
        <w:jc w:val="center"/>
      </w:pPr>
      <w:r w:rsidRPr="00BC7D95">
        <w:pict>
          <v:shape id="_x0000_i1032" type="#_x0000_t75" style="width:400.5pt;height:291.75pt">
            <v:imagedata r:id="rId12" o:title=""/>
          </v:shape>
        </w:pict>
      </w:r>
    </w:p>
    <w:sectPr w:rsidR="00BD0D07" w:rsidRPr="00BC7D95" w:rsidSect="00B75FB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?? ?玃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New Gulim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1371D"/>
    <w:multiLevelType w:val="hybridMultilevel"/>
    <w:tmpl w:val="55A2908C"/>
    <w:lvl w:ilvl="0" w:tplc="F2040BA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2B867AD1"/>
    <w:multiLevelType w:val="hybridMultilevel"/>
    <w:tmpl w:val="CE42730C"/>
    <w:lvl w:ilvl="0" w:tplc="35D8132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2F9F2ADA"/>
    <w:multiLevelType w:val="hybridMultilevel"/>
    <w:tmpl w:val="05421B2A"/>
    <w:lvl w:ilvl="0" w:tplc="A76EA8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4B95577A"/>
    <w:multiLevelType w:val="hybridMultilevel"/>
    <w:tmpl w:val="6B283CCE"/>
    <w:lvl w:ilvl="0" w:tplc="6F8837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5420217F"/>
    <w:multiLevelType w:val="hybridMultilevel"/>
    <w:tmpl w:val="2C842066"/>
    <w:lvl w:ilvl="0" w:tplc="D4904A0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5FD36449"/>
    <w:multiLevelType w:val="hybridMultilevel"/>
    <w:tmpl w:val="7EA29A4C"/>
    <w:lvl w:ilvl="0" w:tplc="EDAEF5B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>
    <w:nsid w:val="6BAA1773"/>
    <w:multiLevelType w:val="hybridMultilevel"/>
    <w:tmpl w:val="BEDA350A"/>
    <w:lvl w:ilvl="0" w:tplc="872E6D3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96A"/>
    <w:rsid w:val="00033DD7"/>
    <w:rsid w:val="0003783D"/>
    <w:rsid w:val="001101D0"/>
    <w:rsid w:val="0019658E"/>
    <w:rsid w:val="00196E02"/>
    <w:rsid w:val="002A196A"/>
    <w:rsid w:val="00314246"/>
    <w:rsid w:val="003C1632"/>
    <w:rsid w:val="00440B37"/>
    <w:rsid w:val="00547D33"/>
    <w:rsid w:val="005A032F"/>
    <w:rsid w:val="005B2677"/>
    <w:rsid w:val="00713F46"/>
    <w:rsid w:val="007474E4"/>
    <w:rsid w:val="00754E8E"/>
    <w:rsid w:val="007C4B6B"/>
    <w:rsid w:val="007D17FB"/>
    <w:rsid w:val="007D3F3E"/>
    <w:rsid w:val="00831DCF"/>
    <w:rsid w:val="00871D10"/>
    <w:rsid w:val="008F7DA4"/>
    <w:rsid w:val="00990418"/>
    <w:rsid w:val="009B1328"/>
    <w:rsid w:val="009C127C"/>
    <w:rsid w:val="00A66BCA"/>
    <w:rsid w:val="00A755F7"/>
    <w:rsid w:val="00AA0926"/>
    <w:rsid w:val="00AB7750"/>
    <w:rsid w:val="00B33B87"/>
    <w:rsid w:val="00B75376"/>
    <w:rsid w:val="00B75FBE"/>
    <w:rsid w:val="00BC7D95"/>
    <w:rsid w:val="00BD0D07"/>
    <w:rsid w:val="00C85189"/>
    <w:rsid w:val="00CE0D41"/>
    <w:rsid w:val="00CF328B"/>
    <w:rsid w:val="00D144B9"/>
    <w:rsid w:val="00DB0E9D"/>
    <w:rsid w:val="00DB1378"/>
    <w:rsid w:val="00DD0BC9"/>
    <w:rsid w:val="00DE30EE"/>
    <w:rsid w:val="00E4183B"/>
    <w:rsid w:val="00ED462F"/>
    <w:rsid w:val="00ED79A8"/>
    <w:rsid w:val="00EF3B5B"/>
    <w:rsid w:val="00FC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FBE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A196A"/>
    <w:rPr>
      <w:rFonts w:ascii="Cambria" w:hAnsi="Cambri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96A"/>
    <w:rPr>
      <w:rFonts w:ascii="Cambria" w:eastAsia="新細明體" w:hAnsi="Cambria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CE0D41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4</Pages>
  <Words>55</Words>
  <Characters>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Darren</dc:creator>
  <cp:keywords/>
  <dc:description/>
  <cp:lastModifiedBy>Patrick</cp:lastModifiedBy>
  <cp:revision>4</cp:revision>
  <dcterms:created xsi:type="dcterms:W3CDTF">2010-08-26T13:08:00Z</dcterms:created>
  <dcterms:modified xsi:type="dcterms:W3CDTF">2011-05-13T09:10:00Z</dcterms:modified>
</cp:coreProperties>
</file>